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9"/>
        <w:gridCol w:w="3997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53BB8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C829A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025D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829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ΣΤ8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C829A5" w:rsidRPr="00C829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Ο2.Ε79 </w:t>
            </w:r>
            <w:bookmarkStart w:id="0" w:name="_GoBack"/>
            <w:bookmarkEnd w:id="0"/>
            <w:r w:rsidR="00C829A5" w:rsidRPr="00C829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Τροφοδοτικό </w:t>
            </w:r>
            <w:r w:rsidR="00C829A5" w:rsidRPr="00C829A5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H</w:t>
            </w:r>
            <w:r w:rsidR="00C829A5" w:rsidRPr="00C829A5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/Υ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C829A5">
        <w:trPr>
          <w:trHeight w:val="315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3997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829A5" w:rsidRPr="00DF25B3" w:rsidTr="00C829A5">
        <w:trPr>
          <w:trHeight w:val="285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ATX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Connector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1</w:t>
            </w:r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DF25B3" w:rsidTr="00C829A5">
        <w:trPr>
          <w:trHeight w:val="285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ATX12V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Version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2.53 ή νεότερο</w:t>
            </w:r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DF25B3" w:rsidTr="00C829A5">
        <w:trPr>
          <w:trHeight w:val="57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Continuous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Power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W &gt;= 650Watts</w:t>
            </w:r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DF25B3" w:rsidTr="00C829A5">
        <w:trPr>
          <w:trHeight w:val="285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MTBF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Hours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 100,000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hours</w:t>
            </w:r>
            <w:proofErr w:type="spellEnd"/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DF25B3" w:rsidTr="00C829A5">
        <w:trPr>
          <w:trHeight w:val="57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Modular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Fully</w:t>
            </w:r>
            <w:proofErr w:type="spellEnd"/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DF25B3" w:rsidTr="00C829A5">
        <w:trPr>
          <w:trHeight w:val="57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diameter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 120mm</w:t>
            </w:r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EF62A6" w:rsidTr="00C829A5">
        <w:trPr>
          <w:trHeight w:val="855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Zero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RPM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mode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Yes</w:t>
            </w:r>
            <w:proofErr w:type="spellEnd"/>
          </w:p>
        </w:tc>
        <w:tc>
          <w:tcPr>
            <w:tcW w:w="1441" w:type="dxa"/>
          </w:tcPr>
          <w:p w:rsidR="00C829A5" w:rsidRPr="00EF62A6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EF62A6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EF62A6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C829A5" w:rsidRPr="00DF25B3" w:rsidTr="00C829A5">
        <w:trPr>
          <w:trHeight w:val="570"/>
          <w:jc w:val="center"/>
        </w:trPr>
        <w:tc>
          <w:tcPr>
            <w:tcW w:w="112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EF62A6" w:rsidRDefault="00C829A5" w:rsidP="00C829A5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Microsoft Modern Standby support Yes</w:t>
            </w:r>
          </w:p>
        </w:tc>
        <w:tc>
          <w:tcPr>
            <w:tcW w:w="1441" w:type="dxa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829A5" w:rsidRPr="00DF25B3" w:rsidTr="004930EE">
        <w:trPr>
          <w:trHeight w:val="570"/>
          <w:jc w:val="center"/>
        </w:trPr>
        <w:tc>
          <w:tcPr>
            <w:tcW w:w="1129" w:type="dxa"/>
            <w:shd w:val="clear" w:color="auto" w:fill="auto"/>
            <w:noWrap/>
            <w:vAlign w:val="bottom"/>
          </w:tcPr>
          <w:p w:rsidR="00C829A5" w:rsidRPr="00C60E4A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DF25B3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80 PLUS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Efficiency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Gold</w:t>
            </w:r>
            <w:proofErr w:type="spellEnd"/>
          </w:p>
        </w:tc>
        <w:tc>
          <w:tcPr>
            <w:tcW w:w="1441" w:type="dxa"/>
          </w:tcPr>
          <w:p w:rsidR="00C829A5" w:rsidRDefault="00C829A5" w:rsidP="00C829A5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829A5" w:rsidRPr="00DF25B3" w:rsidTr="00C829A5">
        <w:trPr>
          <w:trHeight w:val="570"/>
          <w:jc w:val="center"/>
        </w:trPr>
        <w:tc>
          <w:tcPr>
            <w:tcW w:w="1129" w:type="dxa"/>
            <w:shd w:val="clear" w:color="auto" w:fill="auto"/>
            <w:noWrap/>
            <w:vAlign w:val="bottom"/>
          </w:tcPr>
          <w:p w:rsidR="00C829A5" w:rsidRPr="00C829A5" w:rsidRDefault="00C829A5" w:rsidP="00C829A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829A5" w:rsidRPr="008E0539" w:rsidRDefault="00C829A5" w:rsidP="00C829A5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Warranty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 7 </w:t>
            </w:r>
            <w:r>
              <w:rPr>
                <w:rFonts w:ascii="Arial" w:hAnsi="Arial" w:cs="Arial"/>
                <w:color w:val="000000"/>
                <w:lang w:eastAsia="el-GR"/>
              </w:rPr>
              <w:t>έτη</w:t>
            </w:r>
          </w:p>
        </w:tc>
        <w:tc>
          <w:tcPr>
            <w:tcW w:w="1441" w:type="dxa"/>
          </w:tcPr>
          <w:p w:rsidR="00C829A5" w:rsidRPr="00F13FE6" w:rsidRDefault="00C829A5" w:rsidP="00C829A5">
            <w:pPr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829A5" w:rsidRPr="00DF25B3" w:rsidRDefault="00C829A5" w:rsidP="00C829A5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25D8"/>
    <w:rsid w:val="00406FB0"/>
    <w:rsid w:val="00633A63"/>
    <w:rsid w:val="00671793"/>
    <w:rsid w:val="00A40B4A"/>
    <w:rsid w:val="00C60E4A"/>
    <w:rsid w:val="00C829A5"/>
    <w:rsid w:val="00E53BB8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3516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1</Pages>
  <Words>69</Words>
  <Characters>374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2025-09-10T09:06:00Z</dcterms:created>
  <dcterms:modified xsi:type="dcterms:W3CDTF">2025-09-10T09:06:00Z</dcterms:modified>
</cp:coreProperties>
</file>